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02" w:rsidRDefault="000C5602" w:rsidP="000C5602">
      <w:pPr>
        <w:jc w:val="center"/>
        <w:rPr>
          <w:rFonts w:ascii="Verdana" w:hAnsi="Verdana"/>
          <w:sz w:val="18"/>
          <w:szCs w:val="18"/>
          <w:lang w:val="en-US"/>
        </w:rPr>
      </w:pPr>
      <w:r>
        <w:rPr>
          <w:rStyle w:val="Fett"/>
          <w:rFonts w:ascii="Verdana" w:hAnsi="Verdana"/>
          <w:sz w:val="18"/>
          <w:szCs w:val="18"/>
          <w:lang w:val="en-US"/>
        </w:rPr>
        <w:t xml:space="preserve">Response to </w:t>
      </w:r>
      <w:r w:rsidRPr="000C5602">
        <w:rPr>
          <w:rStyle w:val="Fett"/>
          <w:rFonts w:ascii="Verdana" w:hAnsi="Verdana"/>
          <w:sz w:val="18"/>
          <w:szCs w:val="18"/>
          <w:lang w:val="en-US"/>
        </w:rPr>
        <w:t>Editorial comments:</w:t>
      </w:r>
      <w:r>
        <w:rPr>
          <w:rFonts w:ascii="Verdana" w:hAnsi="Verdana"/>
          <w:sz w:val="18"/>
          <w:szCs w:val="18"/>
          <w:lang w:val="en-US"/>
        </w:rPr>
        <w:br/>
      </w:r>
    </w:p>
    <w:p w:rsidR="000C5602" w:rsidRDefault="000C5602" w:rsidP="000C5602">
      <w:pPr>
        <w:rPr>
          <w:rFonts w:ascii="Verdana" w:hAnsi="Verdana"/>
          <w:sz w:val="18"/>
          <w:szCs w:val="18"/>
          <w:lang w:val="en-US"/>
        </w:rPr>
      </w:pPr>
    </w:p>
    <w:p w:rsidR="000C5602" w:rsidRDefault="000C5602" w:rsidP="000C5602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The authors like to thank the editor for the helpful comments. Please find the responses to the editorial comments in italic.</w:t>
      </w:r>
    </w:p>
    <w:p w:rsidR="000C5602" w:rsidRDefault="000C5602" w:rsidP="000C5602">
      <w:pPr>
        <w:rPr>
          <w:rFonts w:ascii="Verdana" w:hAnsi="Verdana"/>
          <w:sz w:val="18"/>
          <w:szCs w:val="18"/>
          <w:lang w:val="en-US"/>
        </w:rPr>
      </w:pPr>
    </w:p>
    <w:p w:rsidR="000C5602" w:rsidRDefault="000C5602" w:rsidP="000C5602">
      <w:pPr>
        <w:rPr>
          <w:rFonts w:ascii="Verdana" w:hAnsi="Verdana"/>
          <w:sz w:val="18"/>
          <w:szCs w:val="18"/>
          <w:lang w:val="en-US"/>
        </w:rPr>
      </w:pPr>
    </w:p>
    <w:p w:rsidR="000C5602" w:rsidRDefault="000C5602" w:rsidP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t>1. The editor has formatted the manuscript as per the journal's style please retain the same.</w:t>
      </w:r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br/>
        <w:t>2. Please upload the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0C5602">
        <w:rPr>
          <w:rFonts w:ascii="Verdana" w:hAnsi="Verdana"/>
          <w:sz w:val="18"/>
          <w:szCs w:val="18"/>
          <w:lang w:val="en-US"/>
        </w:rPr>
        <w:t>docx</w:t>
      </w:r>
      <w:proofErr w:type="spellEnd"/>
      <w:r w:rsidRPr="000C5602">
        <w:rPr>
          <w:rFonts w:ascii="Verdana" w:hAnsi="Verdana"/>
          <w:sz w:val="18"/>
          <w:szCs w:val="18"/>
          <w:lang w:val="en-US"/>
        </w:rPr>
        <w:t xml:space="preserve"> file to your Editorial Manager account. The Figure must be cited appropriately in the Figure Legend, i.e. “This figure has been modified from [citation].” We cannot proceed to finalizations without this.</w:t>
      </w:r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</w:p>
    <w:p w:rsidR="000C5602" w:rsidRPr="000C5602" w:rsidRDefault="000C5602">
      <w:pPr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Written copyright permission from St. Jude Medical (Abbott) uploaded.</w:t>
      </w:r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br/>
        <w:t>3. There is no upper limit to the number of figures which can be uploaded. Please ensure that all figure numbers are correct. For e.g. the manuscript discusses Figure 7 in the discussion, however, there is no figure 7 in the figures uploaded.</w:t>
      </w:r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</w:p>
    <w:p w:rsidR="000C5602" w:rsidRPr="000C5602" w:rsidRDefault="000C5602">
      <w:pPr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 xml:space="preserve">Figure </w:t>
      </w:r>
      <w:r w:rsidR="00E3033D">
        <w:rPr>
          <w:rFonts w:ascii="Verdana" w:hAnsi="Verdana"/>
          <w:i/>
          <w:sz w:val="18"/>
          <w:szCs w:val="18"/>
          <w:lang w:val="en-US"/>
        </w:rPr>
        <w:t>number</w:t>
      </w:r>
      <w:r>
        <w:rPr>
          <w:rFonts w:ascii="Verdana" w:hAnsi="Verdana"/>
          <w:i/>
          <w:sz w:val="18"/>
          <w:szCs w:val="18"/>
          <w:lang w:val="en-US"/>
        </w:rPr>
        <w:t xml:space="preserve"> changed</w:t>
      </w:r>
      <w:r w:rsidR="00E3033D">
        <w:rPr>
          <w:rFonts w:ascii="Verdana" w:hAnsi="Verdana"/>
          <w:i/>
          <w:sz w:val="18"/>
          <w:szCs w:val="18"/>
          <w:lang w:val="en-US"/>
        </w:rPr>
        <w:t xml:space="preserve"> (now figure 4)</w:t>
      </w:r>
      <w:bookmarkStart w:id="0" w:name="_GoBack"/>
      <w:bookmarkEnd w:id="0"/>
      <w:r>
        <w:rPr>
          <w:rFonts w:ascii="Verdana" w:hAnsi="Verdana"/>
          <w:i/>
          <w:sz w:val="18"/>
          <w:szCs w:val="18"/>
          <w:lang w:val="en-US"/>
        </w:rPr>
        <w:t>.</w:t>
      </w:r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br/>
        <w:t>4. Since step 5.1 was highlighted I have highlighted the specifics of this from 5.1.1- 5.1.6. Please check.</w:t>
      </w:r>
    </w:p>
    <w:p w:rsidR="00E3033D" w:rsidRDefault="00E3033D">
      <w:pPr>
        <w:rPr>
          <w:rFonts w:ascii="Verdana" w:hAnsi="Verdana"/>
          <w:sz w:val="18"/>
          <w:szCs w:val="18"/>
          <w:lang w:val="en-US"/>
        </w:rPr>
      </w:pPr>
    </w:p>
    <w:p w:rsidR="00E3033D" w:rsidRPr="00E3033D" w:rsidRDefault="00E3033D">
      <w:pPr>
        <w:rPr>
          <w:rFonts w:ascii="Verdana" w:hAnsi="Verdana"/>
          <w:i/>
          <w:sz w:val="18"/>
          <w:szCs w:val="18"/>
          <w:lang w:val="en-US"/>
        </w:rPr>
      </w:pPr>
      <w:proofErr w:type="gramStart"/>
      <w:r>
        <w:rPr>
          <w:rFonts w:ascii="Verdana" w:hAnsi="Verdana"/>
          <w:i/>
          <w:sz w:val="18"/>
          <w:szCs w:val="18"/>
          <w:lang w:val="en-US"/>
        </w:rPr>
        <w:t>Checked.</w:t>
      </w:r>
      <w:proofErr w:type="gramEnd"/>
    </w:p>
    <w:p w:rsidR="000C5602" w:rsidRDefault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br/>
        <w:t>5. Please ensure that the highlight is no more than 2.75 pages including the heading and spacing which is a hard cut limit for filming. Please combine few small steps to adjust the same. Presently it is more than the required limit. This is important for filming.</w:t>
      </w:r>
    </w:p>
    <w:p w:rsidR="00E3033D" w:rsidRDefault="00E3033D">
      <w:pPr>
        <w:rPr>
          <w:rFonts w:ascii="Verdana" w:hAnsi="Verdana"/>
          <w:sz w:val="18"/>
          <w:szCs w:val="18"/>
          <w:lang w:val="en-US"/>
        </w:rPr>
      </w:pPr>
    </w:p>
    <w:p w:rsidR="00E3033D" w:rsidRPr="00E3033D" w:rsidRDefault="00E3033D">
      <w:pPr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Highlighting was reduced.</w:t>
      </w:r>
    </w:p>
    <w:p w:rsidR="00354B62" w:rsidRDefault="000C5602">
      <w:pPr>
        <w:rPr>
          <w:rFonts w:ascii="Verdana" w:hAnsi="Verdana"/>
          <w:sz w:val="18"/>
          <w:szCs w:val="18"/>
          <w:lang w:val="en-US"/>
        </w:rPr>
      </w:pPr>
      <w:r w:rsidRPr="000C5602">
        <w:rPr>
          <w:rFonts w:ascii="Verdana" w:hAnsi="Verdana"/>
          <w:sz w:val="18"/>
          <w:szCs w:val="18"/>
          <w:lang w:val="en-US"/>
        </w:rPr>
        <w:br/>
        <w:t>6. Please remove the yellow shadow from the lines and numbers and use yellow highlight for filming steps.</w:t>
      </w:r>
    </w:p>
    <w:p w:rsidR="006C7E5F" w:rsidRDefault="006C7E5F">
      <w:pPr>
        <w:rPr>
          <w:rFonts w:ascii="Verdana" w:hAnsi="Verdana"/>
          <w:sz w:val="18"/>
          <w:szCs w:val="18"/>
          <w:lang w:val="en-US"/>
        </w:rPr>
      </w:pPr>
    </w:p>
    <w:p w:rsidR="006C7E5F" w:rsidRPr="006C7E5F" w:rsidRDefault="006C7E5F">
      <w:pPr>
        <w:rPr>
          <w:i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Shadow removed.</w:t>
      </w:r>
    </w:p>
    <w:sectPr w:rsidR="006C7E5F" w:rsidRPr="006C7E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00"/>
    <w:rsid w:val="000C5602"/>
    <w:rsid w:val="00354B62"/>
    <w:rsid w:val="006C7E5F"/>
    <w:rsid w:val="009D3853"/>
    <w:rsid w:val="00A47800"/>
    <w:rsid w:val="00E3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C56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C56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87FBE89</Template>
  <TotalTime>0</TotalTime>
  <Pages>1</Pages>
  <Words>267</Words>
  <Characters>1368</Characters>
  <Application>Microsoft Office Word</Application>
  <DocSecurity>0</DocSecurity>
  <Lines>11</Lines>
  <Paragraphs>3</Paragraphs>
  <ScaleCrop>false</ScaleCrop>
  <Company>KAV-IT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Schratter Alexandra</dc:creator>
  <cp:keywords/>
  <dc:description/>
  <cp:lastModifiedBy>Schratter Alexandra</cp:lastModifiedBy>
  <cp:revision>5</cp:revision>
  <dcterms:created xsi:type="dcterms:W3CDTF">2018-01-22T14:11:00Z</dcterms:created>
  <dcterms:modified xsi:type="dcterms:W3CDTF">2018-01-22T15:01:00Z</dcterms:modified>
</cp:coreProperties>
</file>